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C4562A" w:rsidRPr="005A4E8A" w:rsidTr="00050DA7">
        <w:tc>
          <w:tcPr>
            <w:tcW w:w="4428" w:type="dxa"/>
          </w:tcPr>
          <w:p w:rsidR="00C4562A" w:rsidRPr="005A4E8A" w:rsidRDefault="00C4562A" w:rsidP="00CE08CE">
            <w:pPr>
              <w:tabs>
                <w:tab w:val="left" w:pos="851"/>
              </w:tabs>
            </w:pPr>
            <w:r w:rsidRPr="005A4E8A">
              <w:t>From:</w:t>
            </w:r>
            <w:r w:rsidRPr="005A4E8A">
              <w:tab/>
              <w:t>ANM Committee</w:t>
            </w:r>
          </w:p>
        </w:tc>
        <w:tc>
          <w:tcPr>
            <w:tcW w:w="5461" w:type="dxa"/>
          </w:tcPr>
          <w:p w:rsidR="00C4562A" w:rsidRPr="005A4E8A" w:rsidRDefault="00C4562A" w:rsidP="00872527">
            <w:pPr>
              <w:jc w:val="right"/>
            </w:pPr>
            <w:r>
              <w:t>ANM</w:t>
            </w:r>
            <w:r w:rsidRPr="005A4E8A">
              <w:t>16/</w:t>
            </w:r>
            <w:r w:rsidR="00A939A3">
              <w:t>o</w:t>
            </w:r>
            <w:r>
              <w:t>utput</w:t>
            </w:r>
            <w:r w:rsidR="00A939A3">
              <w:t>/</w:t>
            </w:r>
            <w:r w:rsidR="00872527">
              <w:t>15</w:t>
            </w:r>
          </w:p>
        </w:tc>
      </w:tr>
      <w:tr w:rsidR="00C4562A" w:rsidRPr="005A4E8A" w:rsidTr="00050DA7">
        <w:tc>
          <w:tcPr>
            <w:tcW w:w="4428" w:type="dxa"/>
          </w:tcPr>
          <w:p w:rsidR="00C4562A" w:rsidRPr="005A4E8A" w:rsidRDefault="00C4562A" w:rsidP="00CE08CE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  <w:t>EEP Committee(s)</w:t>
            </w:r>
          </w:p>
        </w:tc>
        <w:tc>
          <w:tcPr>
            <w:tcW w:w="5461" w:type="dxa"/>
          </w:tcPr>
          <w:p w:rsidR="00C4562A" w:rsidRPr="005A4E8A" w:rsidRDefault="00A939A3" w:rsidP="00CE08CE">
            <w:pPr>
              <w:jc w:val="right"/>
            </w:pPr>
            <w:r>
              <w:t>8</w:t>
            </w:r>
            <w:r w:rsidR="00C4562A" w:rsidRPr="005A4E8A">
              <w:t xml:space="preserve"> April 2011</w:t>
            </w:r>
          </w:p>
        </w:tc>
        <w:bookmarkStart w:id="0" w:name="_GoBack"/>
        <w:bookmarkEnd w:id="0"/>
      </w:tr>
    </w:tbl>
    <w:p w:rsidR="00C4562A" w:rsidRPr="005A4E8A" w:rsidRDefault="00C4562A" w:rsidP="005D05AC">
      <w:pPr>
        <w:pStyle w:val="Title"/>
        <w:spacing w:before="480" w:after="120"/>
      </w:pPr>
      <w:r w:rsidRPr="005A4E8A">
        <w:t>Liaison Note</w:t>
      </w:r>
    </w:p>
    <w:p w:rsidR="00C4562A" w:rsidRPr="005A4E8A" w:rsidRDefault="00C4562A" w:rsidP="005A4E8A">
      <w:pPr>
        <w:pStyle w:val="Title"/>
      </w:pPr>
      <w:r>
        <w:t xml:space="preserve">Issues derived from the revision of the Maritime Buoyage System </w:t>
      </w:r>
    </w:p>
    <w:p w:rsidR="00C4562A" w:rsidRPr="005A4E8A" w:rsidRDefault="00C4562A" w:rsidP="005A4E8A">
      <w:pPr>
        <w:pStyle w:val="Heading1"/>
        <w:rPr>
          <w:lang w:val="en-GB"/>
        </w:rPr>
      </w:pPr>
      <w:r w:rsidRPr="005A4E8A">
        <w:rPr>
          <w:lang w:val="en-GB"/>
        </w:rPr>
        <w:t>Introduction</w:t>
      </w:r>
    </w:p>
    <w:p w:rsidR="00C4562A" w:rsidRPr="005A4E8A" w:rsidRDefault="00C4562A" w:rsidP="005A4E8A">
      <w:pPr>
        <w:pStyle w:val="BodyText"/>
      </w:pPr>
      <w:r w:rsidRPr="005A4E8A">
        <w:t xml:space="preserve">The </w:t>
      </w:r>
      <w:r>
        <w:t>ANM</w:t>
      </w:r>
      <w:r w:rsidRPr="005A4E8A">
        <w:t xml:space="preserve"> Committee</w:t>
      </w:r>
      <w:r>
        <w:t>,</w:t>
      </w:r>
      <w:r w:rsidRPr="005A4E8A">
        <w:t xml:space="preserve"> </w:t>
      </w:r>
      <w:r>
        <w:t xml:space="preserve">as part of its work programme has been tasked to monitor the issues derived from the revision of the Maritime Buoyage System (MBS). </w:t>
      </w:r>
      <w:r w:rsidR="00A939A3">
        <w:t xml:space="preserve"> </w:t>
      </w:r>
      <w:r>
        <w:t xml:space="preserve">As part of the revision of the MBS the Emergency Wreck Marking Buoy (EWMB) was adopted as a new mark. </w:t>
      </w:r>
      <w:r w:rsidR="00A939A3">
        <w:t xml:space="preserve"> </w:t>
      </w:r>
      <w:r>
        <w:t xml:space="preserve">The result of the inclusion of the EWMB has impacted a number of existing IALA Recommendations and Guidelines including       </w:t>
      </w:r>
      <w:r w:rsidRPr="00AB3800">
        <w:rPr>
          <w:i/>
        </w:rPr>
        <w:t>E-110 for the rhythmic characters of lights on aids to navigation</w:t>
      </w:r>
      <w:r>
        <w:t xml:space="preserve"> and as such the characteristics of the EWMB should be included in this recommendation</w:t>
      </w:r>
      <w:r w:rsidR="00A939A3">
        <w:t>.</w:t>
      </w:r>
    </w:p>
    <w:p w:rsidR="00C4562A" w:rsidRPr="005A4E8A" w:rsidRDefault="00C4562A" w:rsidP="00135447">
      <w:pPr>
        <w:pStyle w:val="Heading1"/>
        <w:rPr>
          <w:lang w:val="en-GB"/>
        </w:rPr>
      </w:pPr>
      <w:r w:rsidRPr="005A4E8A">
        <w:rPr>
          <w:lang w:val="en-GB"/>
        </w:rPr>
        <w:t>Action requested</w:t>
      </w:r>
    </w:p>
    <w:p w:rsidR="00C4562A" w:rsidRPr="005A4E8A" w:rsidRDefault="00C4562A" w:rsidP="005A4E8A">
      <w:pPr>
        <w:pStyle w:val="BodyText"/>
      </w:pPr>
      <w:r>
        <w:t>The ANM Committee request</w:t>
      </w:r>
      <w:r w:rsidR="00A939A3">
        <w:t>s</w:t>
      </w:r>
      <w:r>
        <w:t xml:space="preserve"> that the EEP Committee amend Recommendation </w:t>
      </w:r>
      <w:r w:rsidRPr="00865161">
        <w:t>E-110</w:t>
      </w:r>
      <w:r>
        <w:rPr>
          <w:i/>
        </w:rPr>
        <w:t xml:space="preserve"> - </w:t>
      </w:r>
      <w:r w:rsidRPr="00AB3800">
        <w:rPr>
          <w:i/>
        </w:rPr>
        <w:t xml:space="preserve">For the rhythmic characters of lights on aids to navigation </w:t>
      </w:r>
      <w:r>
        <w:t>to include the characteristics of the EWMB.</w:t>
      </w:r>
    </w:p>
    <w:sectPr w:rsidR="00C4562A" w:rsidRPr="005A4E8A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3A4" w:rsidRDefault="00F013A4" w:rsidP="00002906">
      <w:r>
        <w:separator/>
      </w:r>
    </w:p>
  </w:endnote>
  <w:endnote w:type="continuationSeparator" w:id="0">
    <w:p w:rsidR="00F013A4" w:rsidRDefault="00F013A4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62A" w:rsidRDefault="00C4562A">
    <w:pPr>
      <w:pStyle w:val="Footer"/>
    </w:pPr>
    <w:r>
      <w:tab/>
    </w:r>
    <w:r w:rsidR="00F013A4">
      <w:fldChar w:fldCharType="begin"/>
    </w:r>
    <w:r w:rsidR="00F013A4">
      <w:instrText xml:space="preserve"> PAGE   \* MERGEFORMAT </w:instrText>
    </w:r>
    <w:r w:rsidR="00F013A4">
      <w:fldChar w:fldCharType="separate"/>
    </w:r>
    <w:r w:rsidR="00872527">
      <w:rPr>
        <w:noProof/>
      </w:rPr>
      <w:t>1</w:t>
    </w:r>
    <w:r w:rsidR="00F013A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3A4" w:rsidRDefault="00F013A4" w:rsidP="00002906">
      <w:r>
        <w:separator/>
      </w:r>
    </w:p>
  </w:footnote>
  <w:footnote w:type="continuationSeparator" w:id="0">
    <w:p w:rsidR="00F013A4" w:rsidRDefault="00F013A4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E8A"/>
    <w:rsid w:val="00002906"/>
    <w:rsid w:val="00031A92"/>
    <w:rsid w:val="000348ED"/>
    <w:rsid w:val="00036801"/>
    <w:rsid w:val="000456CC"/>
    <w:rsid w:val="00050DA7"/>
    <w:rsid w:val="00091902"/>
    <w:rsid w:val="000A5A01"/>
    <w:rsid w:val="00135447"/>
    <w:rsid w:val="00152273"/>
    <w:rsid w:val="001A654A"/>
    <w:rsid w:val="001C74CF"/>
    <w:rsid w:val="00261280"/>
    <w:rsid w:val="002F62B6"/>
    <w:rsid w:val="003D55DD"/>
    <w:rsid w:val="003E1831"/>
    <w:rsid w:val="00424954"/>
    <w:rsid w:val="004C1386"/>
    <w:rsid w:val="004C220D"/>
    <w:rsid w:val="005105E5"/>
    <w:rsid w:val="005A4E8A"/>
    <w:rsid w:val="005D05AC"/>
    <w:rsid w:val="00614D9A"/>
    <w:rsid w:val="00630F7F"/>
    <w:rsid w:val="0064435F"/>
    <w:rsid w:val="006B0703"/>
    <w:rsid w:val="006C140E"/>
    <w:rsid w:val="006D470F"/>
    <w:rsid w:val="00727E88"/>
    <w:rsid w:val="00775878"/>
    <w:rsid w:val="0080092C"/>
    <w:rsid w:val="00865161"/>
    <w:rsid w:val="00872453"/>
    <w:rsid w:val="00872527"/>
    <w:rsid w:val="008D48A9"/>
    <w:rsid w:val="008F13DD"/>
    <w:rsid w:val="00902AA4"/>
    <w:rsid w:val="009F3B6C"/>
    <w:rsid w:val="009F5C36"/>
    <w:rsid w:val="00A27F12"/>
    <w:rsid w:val="00A30579"/>
    <w:rsid w:val="00A939A3"/>
    <w:rsid w:val="00AA76C0"/>
    <w:rsid w:val="00AB3800"/>
    <w:rsid w:val="00AD673D"/>
    <w:rsid w:val="00B077EC"/>
    <w:rsid w:val="00B15B24"/>
    <w:rsid w:val="00B7653A"/>
    <w:rsid w:val="00B8247E"/>
    <w:rsid w:val="00C4562A"/>
    <w:rsid w:val="00CA04AF"/>
    <w:rsid w:val="00CE08CE"/>
    <w:rsid w:val="00D62FF8"/>
    <w:rsid w:val="00D70DB4"/>
    <w:rsid w:val="00DB71B0"/>
    <w:rsid w:val="00E93C9B"/>
    <w:rsid w:val="00ED1960"/>
    <w:rsid w:val="00EE3F2F"/>
    <w:rsid w:val="00F013A4"/>
    <w:rsid w:val="00F26447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locked="1" w:uiPriority="0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9"/>
    <w:semiHidden/>
    <w:locked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link w:val="Heading7"/>
    <w:uiPriority w:val="99"/>
    <w:semiHidden/>
    <w:locked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9"/>
    <w:semiHidden/>
    <w:locked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9"/>
    <w:semiHidden/>
    <w:locked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szCs w:val="22"/>
      <w:lang w:val="en-AU" w:eastAsia="en-AU"/>
    </w:rPr>
  </w:style>
  <w:style w:type="character" w:customStyle="1" w:styleId="BodyTextChar">
    <w:name w:val="Body Text Char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uiPriority w:val="99"/>
    <w:locked/>
    <w:rsid w:val="005D05AC"/>
    <w:rPr>
      <w:rFonts w:ascii="Arial" w:eastAsia="MS Mincho" w:hAnsi="Arial" w:cs="Arial"/>
      <w:sz w:val="24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szCs w:val="22"/>
      <w:lang w:val="en-AU" w:eastAsia="en-AU"/>
    </w:rPr>
  </w:style>
  <w:style w:type="character" w:customStyle="1" w:styleId="BodyTextIndentChar">
    <w:name w:val="Body Text Indent Char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szCs w:val="22"/>
      <w:lang w:val="en-AU"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EEP%20Committee\EEP16\Output%20Paper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 Template rev3.dotx</Template>
  <TotalTime>7</TotalTime>
  <Pages>1</Pages>
  <Words>133</Words>
  <Characters>764</Characters>
  <Application>Microsoft Office Word</Application>
  <DocSecurity>0</DocSecurity>
  <Lines>6</Lines>
  <Paragraphs>1</Paragraphs>
  <ScaleCrop>false</ScaleCrop>
  <Company>DFO-MPO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Mike Hadley</dc:creator>
  <cp:keywords/>
  <dc:description/>
  <cp:lastModifiedBy>Mike Hadley</cp:lastModifiedBy>
  <cp:revision>5</cp:revision>
  <cp:lastPrinted>2006-10-19T10:49:00Z</cp:lastPrinted>
  <dcterms:created xsi:type="dcterms:W3CDTF">2011-04-08T07:02:00Z</dcterms:created>
  <dcterms:modified xsi:type="dcterms:W3CDTF">2011-04-08T07:21:00Z</dcterms:modified>
</cp:coreProperties>
</file>